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04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DB7062" w:rsidRDefault="003321C2" w:rsidP="0010405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DB70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76C3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10405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10405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04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ЈУЖНА  АМЕРИКА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10405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04052" w:rsidRPr="00104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Јужна</w:t>
            </w:r>
            <w:r w:rsidR="00353F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  <w:r w:rsidR="00104052" w:rsidRPr="00104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Америка:</w:t>
            </w:r>
            <w:r w:rsidR="001D5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природног</w:t>
            </w:r>
            <w:r w:rsidR="00104052" w:rsidRPr="00104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еографске</w:t>
            </w:r>
            <w:r w:rsidR="001D5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04052" w:rsidRPr="00104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одлике--</w:t>
            </w:r>
            <w:r w:rsidR="00104052" w:rsidRPr="0010405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Зелени  континент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76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10405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04052" w:rsidRPr="00104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Упознати  ученике  са  природн</w:t>
            </w:r>
            <w:r w:rsidR="00104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огеографским  одликама  Јужне  А</w:t>
            </w:r>
            <w:r w:rsidR="00104052" w:rsidRPr="00104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мерике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104052" w:rsidRPr="00545C96" w:rsidRDefault="00A45210" w:rsidP="0010405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104052" w:rsidRPr="0010405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         </w:t>
            </w:r>
          </w:p>
          <w:p w:rsidR="00A45210" w:rsidRPr="00177289" w:rsidRDefault="00A45210" w:rsidP="0010405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104052" w:rsidRPr="00104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Разумевање с</w:t>
            </w:r>
            <w:r w:rsidR="00104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пецифичних одлика хидрографске </w:t>
            </w:r>
            <w:r w:rsidR="00104052" w:rsidRPr="00104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мреже, тј. бог</w:t>
            </w:r>
            <w:r w:rsidR="00104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атства вода и разноврсност при</w:t>
            </w:r>
            <w:r w:rsidR="00104052" w:rsidRPr="00104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родних зона Јужне Америке</w:t>
            </w:r>
          </w:p>
          <w:p w:rsidR="00A45210" w:rsidRPr="00545C96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104052" w:rsidRPr="00104052" w:rsidRDefault="00104052" w:rsidP="0010405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04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анлизира  географски  положај  континента</w:t>
            </w:r>
          </w:p>
          <w:p w:rsidR="00104052" w:rsidRPr="00104052" w:rsidRDefault="00104052" w:rsidP="0010405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4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-уочи основне  одлике  рељефа,  климе хидрографије  и живог  света</w:t>
            </w:r>
          </w:p>
          <w:p w:rsidR="00104052" w:rsidRPr="00104052" w:rsidRDefault="00104052" w:rsidP="0010405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4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  карти шокаже  рељефне  целине,  реке  и природне  зоне</w:t>
            </w:r>
          </w:p>
          <w:p w:rsidR="00D0461E" w:rsidRPr="005F7634" w:rsidRDefault="00104052" w:rsidP="0010405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4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 богатство  и  разноврсност  живог  света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104052" w:rsidRPr="00104052" w:rsidRDefault="00104052" w:rsidP="00104052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0405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ГЕ1.1.3. Препознаје и чита географске и допунске елементе карте – чита називе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планина,  низија,</w:t>
            </w:r>
            <w:r w:rsidRPr="0010405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река, језера и природних зона Јужне Америке.</w:t>
            </w:r>
          </w:p>
          <w:p w:rsidR="00104052" w:rsidRPr="00104052" w:rsidRDefault="00104052" w:rsidP="00104052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ГЕ1.4.2. Препознаје прородно </w:t>
            </w:r>
            <w:r w:rsidRPr="0010405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графске одлике  Јужне Америке.</w:t>
            </w:r>
          </w:p>
          <w:p w:rsidR="00104052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104052" w:rsidRPr="00104052" w:rsidRDefault="00104052" w:rsidP="00104052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0405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ГЕ2.1.2. Одређује положај места и тачака на карти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планина,  низија </w:t>
            </w:r>
            <w:r w:rsidRPr="0010405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река, језера и природних зона Јужне Америке.</w:t>
            </w:r>
          </w:p>
          <w:p w:rsidR="00104052" w:rsidRPr="00104052" w:rsidRDefault="00104052" w:rsidP="00104052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0405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ГЕ2.1.3. Препознаје и објашњава географске чињенице приказане сликом, графиконом, табелом и схемом.</w:t>
            </w:r>
          </w:p>
          <w:p w:rsidR="00670648" w:rsidRPr="00466279" w:rsidRDefault="00104052" w:rsidP="00104052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0405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ГЕ2.4.2. Описује</w:t>
            </w:r>
            <w:r w:rsidR="006C1E3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рељеф,  климу,</w:t>
            </w:r>
            <w:r w:rsidRPr="0010405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речну мрежу, распоред и одлике природних зона Јужне Америке</w:t>
            </w:r>
            <w:r w:rsidRPr="0010405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104052" w:rsidRPr="00104052" w:rsidRDefault="00104052" w:rsidP="00104052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10405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ГЕ3.1.1. Анализира карту и доноси закључке о просторним и каузалним везама географских чињеница Јужне Америке – </w:t>
            </w:r>
            <w:r w:rsidR="006C1E3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рељеф, клима </w:t>
            </w:r>
            <w:r w:rsidRPr="0010405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речна мрежа, природне зоне.</w:t>
            </w:r>
          </w:p>
          <w:p w:rsidR="00664F16" w:rsidRPr="006C1E3E" w:rsidRDefault="00104052" w:rsidP="005F7634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10405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ГЕ3.4.3. Објашњава географске везе и законитости Јужне Америке </w:t>
            </w:r>
            <w:r w:rsidR="006C1E3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-</w:t>
            </w:r>
            <w:r w:rsidR="006C1E3E" w:rsidRPr="006C1E3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неразуђеност обала, утицај географског положаја већим делом у жарком појасу, рељефну структуру</w:t>
            </w:r>
            <w:r w:rsidR="006C1E3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,</w:t>
            </w:r>
            <w:r w:rsidR="006C1E3E" w:rsidRPr="006C1E3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C1E3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сеизмичност и вулканизам, разноврсност климе,</w:t>
            </w:r>
            <w:r w:rsidRPr="0010405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богатство водом, богатство и разноврсност живог света, човеков негативан утицај на природу Јужне Америке. 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104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,индивидуални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уџбенике,Београд,  зидна  карта </w:t>
            </w:r>
            <w:r w:rsidR="00104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света, глобус  зидна  карта   Јужне  Америке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  <w:r w:rsidR="00104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биологија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6C1E3E" w:rsidRDefault="006C1E3E" w:rsidP="0010405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C1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поновити  претходно знање о подели америчког копна, положају Америке</w:t>
            </w:r>
          </w:p>
          <w:p w:rsidR="0096516D" w:rsidRPr="00545C96" w:rsidRDefault="00104052" w:rsidP="0010405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 ученицима  разговарамо </w:t>
            </w:r>
            <w:r w:rsidRPr="00104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томе да ли су већ нешто чули или читали о </w:t>
            </w:r>
            <w:r w:rsidR="006C1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Андима, </w:t>
            </w:r>
            <w:r w:rsidR="006C1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Бразилу, </w:t>
            </w:r>
            <w:r w:rsidRPr="00104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Амазону </w:t>
            </w:r>
            <w:r w:rsidR="006C1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животињама Јужне Америке, прашу</w:t>
            </w:r>
            <w:r w:rsidRPr="00104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мама и сл.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1D53C7" w:rsidRPr="00576C3C" w:rsidRDefault="001D53C7" w:rsidP="001D53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зидној карти света и глобусу дефинишемо</w:t>
            </w:r>
            <w:r w:rsidRPr="001D53C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са ученицима географски положај Јужн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 Америке у односу на друге кон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тиненте и на океане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.Тражимо  да ученици одреде 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географску ширину и дужину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.Истичемо</w:t>
            </w:r>
            <w:r w:rsidRPr="001D53C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положај екватора 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наводимо</w:t>
            </w:r>
            <w:r w:rsidRPr="001D53C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ученике да закључе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шта то значи за климу и друге одлике континента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.Истчемо</w:t>
            </w:r>
            <w:r w:rsidRPr="001D53C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слабу разуђеност обала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.Зхатевамо да  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ученици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пореде</w:t>
            </w:r>
            <w:r w:rsidRPr="001D53C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физичкогеографске карте Северне и Јужне   Америке и уочавај</w:t>
            </w:r>
            <w:r w:rsidRPr="001D53C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у 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сличности у рељефу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.Н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табли бележи</w:t>
            </w:r>
            <w:r w:rsidR="00576C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мо</w:t>
            </w:r>
            <w:r w:rsidRPr="001D53C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уочене рељефне целине Јужне</w:t>
            </w:r>
            <w:r w:rsidR="00576C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Америке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истиче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мо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појаву честих земљотреса и вулканских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ерупција у појасу Анда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ченици посматрају карту Јужне Америке, изводе закључак о густини речне мреж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е, морским сливовима, језерима.И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здваја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пет највећих река, а посебно истиче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 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Амазон.Ученици проналазе  на карти 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јважније притоке  Амазона, његову делту. О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бјашњава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 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одлике и осталих река и наводи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  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ученике  на закључак 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ашто се све уливају у Атлантски  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.Истачем</w:t>
            </w:r>
            <w:r w:rsid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огатство живог света.Издвојамо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четири природне зоне и објашњавамо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њихове одлике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.П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оказује</w:t>
            </w:r>
            <w:r w:rsid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</w:t>
            </w:r>
            <w:r w:rsidRPr="001D5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одабране илустрације представника </w:t>
            </w:r>
          </w:p>
          <w:p w:rsidR="005F7634" w:rsidRPr="00545C96" w:rsidRDefault="001D53C7" w:rsidP="001D53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живог света Јужне Америке</w:t>
            </w:r>
            <w:r w:rsid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576C3C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Саопштавамо да  за  домаћи  задатак  ураде  на  немој  карти  у  Вежбанци тражени  задатак  и  испишу називе  највећих  река.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606767" w:rsidRDefault="001D53C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ЈУЖНА  АМЕРИКА:ПРИРОРДНОГЕОГРАФСКЕ  ОДЛИКЕ</w:t>
            </w:r>
          </w:p>
          <w:p w:rsidR="00576C3C" w:rsidRPr="00576C3C" w:rsidRDefault="00576C3C" w:rsidP="00576C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-</w:t>
            </w: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змеђу Атланаског и Тихог океана; на западној полулопти. </w:t>
            </w: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јужној и северној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полулопти</w:t>
            </w:r>
          </w:p>
          <w:p w:rsidR="00576C3C" w:rsidRPr="00576C3C" w:rsidRDefault="00576C3C" w:rsidP="00576C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Дрејков пролаз раздваја од Антарктика</w:t>
            </w:r>
          </w:p>
          <w:p w:rsidR="00576C3C" w:rsidRPr="00576C3C" w:rsidRDefault="00576C3C" w:rsidP="00576C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обале слабо разуђене</w:t>
            </w:r>
          </w:p>
          <w:p w:rsidR="00576C3C" w:rsidRPr="00576C3C" w:rsidRDefault="00576C3C" w:rsidP="00576C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-рељеф:            -</w:t>
            </w: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Анди (Аконкагва, 6960m)</w:t>
            </w:r>
          </w:p>
          <w:p w:rsidR="00576C3C" w:rsidRPr="00576C3C" w:rsidRDefault="00576C3C" w:rsidP="00576C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</w:t>
            </w: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– Бразилска висораван</w:t>
            </w:r>
          </w:p>
          <w:p w:rsidR="00576C3C" w:rsidRPr="00576C3C" w:rsidRDefault="00576C3C" w:rsidP="00576C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</w:t>
            </w: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– Гвајанска висораван</w:t>
            </w:r>
          </w:p>
          <w:p w:rsidR="00576C3C" w:rsidRPr="00576C3C" w:rsidRDefault="00576C3C" w:rsidP="00576C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</w:t>
            </w: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– Патагонијска висораван</w:t>
            </w:r>
          </w:p>
          <w:p w:rsidR="00576C3C" w:rsidRPr="00576C3C" w:rsidRDefault="00576C3C" w:rsidP="00576C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</w:t>
            </w: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– Низије у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сливовима великих река Амазон, </w:t>
            </w: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Ориноко и Парана</w:t>
            </w:r>
          </w:p>
          <w:p w:rsidR="00576C3C" w:rsidRPr="00576C3C" w:rsidRDefault="00576C3C" w:rsidP="00576C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</w:t>
            </w: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део „ватреног појаса Пацифика“-вулкани и чести земљотреси</w:t>
            </w:r>
          </w:p>
          <w:p w:rsidR="00576C3C" w:rsidRPr="00576C3C" w:rsidRDefault="00576C3C" w:rsidP="00576C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клима:     – тропска кишна</w:t>
            </w:r>
          </w:p>
          <w:p w:rsidR="00576C3C" w:rsidRPr="00576C3C" w:rsidRDefault="00576C3C" w:rsidP="00576C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– клима савана</w:t>
            </w:r>
          </w:p>
          <w:p w:rsidR="00576C3C" w:rsidRPr="00576C3C" w:rsidRDefault="00576C3C" w:rsidP="00576C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– пустињска</w:t>
            </w:r>
          </w:p>
          <w:p w:rsidR="00576C3C" w:rsidRPr="00576C3C" w:rsidRDefault="00576C3C" w:rsidP="00576C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– умерена</w:t>
            </w:r>
          </w:p>
          <w:p w:rsidR="00576C3C" w:rsidRDefault="00576C3C" w:rsidP="00576C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– средоземна</w:t>
            </w:r>
          </w:p>
          <w:p w:rsidR="00576C3C" w:rsidRPr="00576C3C" w:rsidRDefault="00576C3C" w:rsidP="00576C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</w:t>
            </w: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планинска                                           </w:t>
            </w:r>
          </w:p>
          <w:p w:rsidR="00576C3C" w:rsidRPr="00576C3C" w:rsidRDefault="00576C3C" w:rsidP="00576C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 Амазон – „нај“ река на свету, Ориноко,Парана са Парагвајем,</w:t>
            </w: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 Франциско</w:t>
            </w:r>
          </w:p>
          <w:p w:rsidR="00576C3C" w:rsidRPr="00576C3C" w:rsidRDefault="00576C3C" w:rsidP="00576C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-језера: Титикака,</w:t>
            </w: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Маракаибо</w:t>
            </w:r>
          </w:p>
          <w:p w:rsidR="00576C3C" w:rsidRPr="00576C3C" w:rsidRDefault="00576C3C" w:rsidP="00576C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живи свет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разноликост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оригиналност, бројне ендемске   </w:t>
            </w: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врсте</w:t>
            </w:r>
          </w:p>
          <w:p w:rsidR="00576C3C" w:rsidRPr="00576C3C" w:rsidRDefault="00576C3C" w:rsidP="00576C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Јужне Америке пот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ичу – кромпир, парадајз, пасуљ,</w:t>
            </w: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ананас, каучуково дрво</w:t>
            </w:r>
          </w:p>
          <w:p w:rsidR="00576C3C" w:rsidRPr="00576C3C" w:rsidRDefault="00576C3C" w:rsidP="00576C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природне зоне:</w:t>
            </w:r>
          </w:p>
          <w:p w:rsidR="00576C3C" w:rsidRPr="00576C3C" w:rsidRDefault="00576C3C" w:rsidP="00576C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тропске кишне шуме – „селваси“</w:t>
            </w:r>
          </w:p>
          <w:p w:rsidR="00576C3C" w:rsidRPr="00576C3C" w:rsidRDefault="00576C3C" w:rsidP="00576C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саване – „љаноси“</w:t>
            </w:r>
          </w:p>
          <w:p w:rsidR="00576C3C" w:rsidRPr="00576C3C" w:rsidRDefault="00576C3C" w:rsidP="00576C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 – „пампаси“</w:t>
            </w:r>
          </w:p>
          <w:p w:rsidR="00576C3C" w:rsidRPr="00576C3C" w:rsidRDefault="00576C3C" w:rsidP="00576C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пустиње, Атакама у Чилеу</w:t>
            </w:r>
          </w:p>
          <w:p w:rsidR="00576C3C" w:rsidRPr="00576C3C" w:rsidRDefault="00576C3C" w:rsidP="00576C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Андима- висинска појасност</w:t>
            </w:r>
          </w:p>
          <w:p w:rsidR="00576C3C" w:rsidRPr="00576C3C" w:rsidRDefault="00576C3C" w:rsidP="00E3469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угрожена природа – врсте и екосистеми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r w:rsidR="001D53C7"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</w:t>
            </w:r>
            <w:r w:rsidRPr="00576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</w:t>
            </w: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576C3C">
      <w:pgSz w:w="12240" w:h="15840"/>
      <w:pgMar w:top="1440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264146"/>
    <w:multiLevelType w:val="hybridMultilevel"/>
    <w:tmpl w:val="4300DB36"/>
    <w:lvl w:ilvl="0" w:tplc="C7EC382E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D1454"/>
    <w:rsid w:val="00104052"/>
    <w:rsid w:val="00177289"/>
    <w:rsid w:val="001C6C13"/>
    <w:rsid w:val="001D53C7"/>
    <w:rsid w:val="002365E8"/>
    <w:rsid w:val="003321C2"/>
    <w:rsid w:val="00353F58"/>
    <w:rsid w:val="00391413"/>
    <w:rsid w:val="003F1D6D"/>
    <w:rsid w:val="00417219"/>
    <w:rsid w:val="00466279"/>
    <w:rsid w:val="004C7CD5"/>
    <w:rsid w:val="00545C96"/>
    <w:rsid w:val="00576C3C"/>
    <w:rsid w:val="005F7634"/>
    <w:rsid w:val="005F784B"/>
    <w:rsid w:val="00605D58"/>
    <w:rsid w:val="00606767"/>
    <w:rsid w:val="00664F16"/>
    <w:rsid w:val="00670648"/>
    <w:rsid w:val="006C1E3E"/>
    <w:rsid w:val="006F2937"/>
    <w:rsid w:val="007E6623"/>
    <w:rsid w:val="00854D2A"/>
    <w:rsid w:val="008F0F0B"/>
    <w:rsid w:val="00942ED0"/>
    <w:rsid w:val="0096516D"/>
    <w:rsid w:val="00A17F87"/>
    <w:rsid w:val="00A45210"/>
    <w:rsid w:val="00A47E59"/>
    <w:rsid w:val="00AB78A4"/>
    <w:rsid w:val="00B37DAE"/>
    <w:rsid w:val="00B80B22"/>
    <w:rsid w:val="00BA107D"/>
    <w:rsid w:val="00BF20E4"/>
    <w:rsid w:val="00C379D6"/>
    <w:rsid w:val="00C70D9C"/>
    <w:rsid w:val="00C81044"/>
    <w:rsid w:val="00CC0911"/>
    <w:rsid w:val="00D0461E"/>
    <w:rsid w:val="00DB7062"/>
    <w:rsid w:val="00DE65D7"/>
    <w:rsid w:val="00E3469D"/>
    <w:rsid w:val="00E4334D"/>
    <w:rsid w:val="00F05659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9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C93E4-1AF3-4444-A79B-F36D86F34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1</TotalTime>
  <Pages>3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dcterms:created xsi:type="dcterms:W3CDTF">2020-07-06T11:44:00Z</dcterms:created>
  <dcterms:modified xsi:type="dcterms:W3CDTF">2020-07-07T17:36:00Z</dcterms:modified>
</cp:coreProperties>
</file>